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5ACA" w:rsidRDefault="008C5ACA" w:rsidP="008C5ACA">
      <w:pPr>
        <w:rPr>
          <w:rFonts w:ascii="Palatino Linotype" w:hAnsi="Palatino Linotype"/>
          <w:b/>
          <w:sz w:val="28"/>
          <w:szCs w:val="28"/>
        </w:rPr>
      </w:pPr>
      <w:r w:rsidRPr="008C5ACA">
        <w:rPr>
          <w:rFonts w:ascii="Palatino Linotype" w:hAnsi="Palatino Linotype"/>
          <w:b/>
          <w:sz w:val="28"/>
          <w:szCs w:val="28"/>
        </w:rPr>
        <w:t>Mentale doping</w:t>
      </w:r>
    </w:p>
    <w:p w:rsidR="002E42F9" w:rsidRDefault="008C5ACA" w:rsidP="008C5ACA">
      <w:pPr>
        <w:rPr>
          <w:rFonts w:ascii="Palatino Linotype" w:hAnsi="Palatino Linotype"/>
          <w:sz w:val="24"/>
          <w:szCs w:val="24"/>
        </w:rPr>
      </w:pPr>
      <w:r w:rsidRPr="008C5ACA">
        <w:rPr>
          <w:rFonts w:ascii="Palatino Linotype" w:hAnsi="Palatino Linotype"/>
          <w:sz w:val="24"/>
          <w:szCs w:val="24"/>
        </w:rPr>
        <w:t>Morgen staat voor mij de Mergelheuvellandtweedaagse met start in het Zuid-Limburgse Libeek op het programma. Op haar website meldt de organisatie triomfantelijk dat zich onder de tienduizend deelnemers maar liefst vijftien procent vrouwen bevinden. Je kunt je afvragen wat de toegevoegde waarde is van zo'n mededeling. Ik denk het antwoord te weten. Vrouwen zijn het zout in de pap bij een dergelijke toertocht. De hele dag alleen maar achter naar zweet stinkende mannen aan fietsen die continu slechte grappen maken, is ook niet alles. Een vrouw op een fiets is dan een welkome afleiding. Ook kan zij op volledig respect rekenen in het mannenpeloton. Als fietsende vrouw hoef je niet bang te zijn aan een vleeskeuring te worden onderworpen. Geen enkele mannelijke toerfietser zal het in zijn hoofd halen om naar een vrouw te fluiten. Seksistische opmerkingen zijn 'not done', dat is een ongeschreven wet binnen de gelederen der wielerrecreanten. Het is veel meer een zwijgzame meute van stille genieters. Wij laten al die passerende fraaigevormde silhouetten bewust in hun waarde, temeer daar wij de fietsende vrouw te vriend moeten houden, want in de slotfase van een toertocht kunnen zij zich als uiterst waardevol bewij</w:t>
      </w:r>
      <w:r>
        <w:rPr>
          <w:rFonts w:ascii="Palatino Linotype" w:hAnsi="Palatino Linotype"/>
          <w:sz w:val="24"/>
          <w:szCs w:val="24"/>
        </w:rPr>
        <w:t>zen. Wanneer je lijf overal zeer</w:t>
      </w:r>
      <w:r w:rsidRPr="008C5ACA">
        <w:rPr>
          <w:rFonts w:ascii="Palatino Linotype" w:hAnsi="Palatino Linotype"/>
          <w:sz w:val="24"/>
          <w:szCs w:val="24"/>
        </w:rPr>
        <w:t xml:space="preserve"> begint te doen en je naar het einde snakt, kan een fietsende vrouw redding bieden. Als je in de laatste loodzware kilometers gezelschap krijgt van een leuk grietje, is dat je reinste mentale doping. Zij loodst je wel veilig naar de eindstreep, waarbij het vaak verbluffend is hoe fris zij er nog bij zit. Dat is ook zoiets: hoe meer kilometers er zijn afgelegd, hoe beter fietsende vrouwen op dreef lijken te raken. Zij zijn de fietsers van de lange adem. Dit tot ongenoegen en grote frustratie van veel mannelijke pedaleurs. Wat echter overweegt is onze bewondering en waardering. Wij, fietsende mannen, zullen het misschien niet zo vaak hardop zeggen, maar het is echt waar: wij houden zielsveel van jullie, fietsende vrouwen! Het lijkt me dat ik nu wel genoeg veren in jullie mooie kont heb gestoken. Of ben ik nu te seksistisch?</w:t>
      </w:r>
      <w:bookmarkStart w:id="0" w:name="_GoBack"/>
      <w:bookmarkEnd w:id="0"/>
    </w:p>
    <w:sectPr w:rsidR="002E42F9" w:rsidSect="001F004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03FB" w:rsidRDefault="001F03FB" w:rsidP="008C3276">
      <w:pPr>
        <w:spacing w:after="0" w:line="240" w:lineRule="auto"/>
      </w:pPr>
      <w:r>
        <w:separator/>
      </w:r>
    </w:p>
  </w:endnote>
  <w:endnote w:type="continuationSeparator" w:id="0">
    <w:p w:rsidR="001F03FB" w:rsidRDefault="001F03FB" w:rsidP="008C32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03FB" w:rsidRDefault="001F03FB" w:rsidP="008C3276">
      <w:pPr>
        <w:spacing w:after="0" w:line="240" w:lineRule="auto"/>
      </w:pPr>
      <w:r>
        <w:separator/>
      </w:r>
    </w:p>
  </w:footnote>
  <w:footnote w:type="continuationSeparator" w:id="0">
    <w:p w:rsidR="001F03FB" w:rsidRDefault="001F03FB" w:rsidP="008C32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3276"/>
    <w:rsid w:val="000B0FCC"/>
    <w:rsid w:val="001A3938"/>
    <w:rsid w:val="001A5F6F"/>
    <w:rsid w:val="001F0045"/>
    <w:rsid w:val="001F03FB"/>
    <w:rsid w:val="002062CD"/>
    <w:rsid w:val="002E42F9"/>
    <w:rsid w:val="00422F0B"/>
    <w:rsid w:val="00473058"/>
    <w:rsid w:val="008C3276"/>
    <w:rsid w:val="008C5ACA"/>
    <w:rsid w:val="00A811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8C32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8C3276"/>
  </w:style>
  <w:style w:type="paragraph" w:styleId="Voettekst">
    <w:name w:val="footer"/>
    <w:basedOn w:val="Standaard"/>
    <w:link w:val="VoettekstChar"/>
    <w:uiPriority w:val="99"/>
    <w:semiHidden/>
    <w:unhideWhenUsed/>
    <w:rsid w:val="008C32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8C32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8C32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8C3276"/>
  </w:style>
  <w:style w:type="paragraph" w:styleId="Voettekst">
    <w:name w:val="footer"/>
    <w:basedOn w:val="Standaard"/>
    <w:link w:val="VoettekstChar"/>
    <w:uiPriority w:val="99"/>
    <w:semiHidden/>
    <w:unhideWhenUsed/>
    <w:rsid w:val="008C32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8C32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65B2A247.dotm</Template>
  <TotalTime>0</TotalTime>
  <Pages>1</Pages>
  <Words>314</Words>
  <Characters>1790</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Sanoma Media Netherlands</Company>
  <LinksUpToDate>false</LinksUpToDate>
  <CharactersWithSpaces>2100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 Pol</dc:creator>
  <cp:lastModifiedBy>Windows User</cp:lastModifiedBy>
  <cp:revision>2</cp:revision>
  <dcterms:created xsi:type="dcterms:W3CDTF">2014-03-28T13:07:00Z</dcterms:created>
  <dcterms:modified xsi:type="dcterms:W3CDTF">2014-03-28T13:07:00Z</dcterms:modified>
</cp:coreProperties>
</file>